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-Gitter"/>
        <w:tblpPr w:leftFromText="141" w:rightFromText="141" w:vertAnchor="text" w:tblpY="1"/>
        <w:tblOverlap w:val="nev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6E2823" w:rsidTr="003A7820">
        <w:trPr>
          <w:cantSplit/>
          <w:trHeight w:val="2127"/>
        </w:trPr>
        <w:tc>
          <w:tcPr>
            <w:tcW w:w="7144" w:type="dxa"/>
          </w:tcPr>
          <w:p w:rsidR="00D65E69" w:rsidRPr="006E2823" w:rsidRDefault="00A33452" w:rsidP="003A7820">
            <w:pPr>
              <w:rPr>
                <w:rFonts w:cs="Arial"/>
                <w:szCs w:val="22"/>
              </w:rPr>
            </w:pPr>
            <w:r w:rsidRPr="006E2823">
              <w:t xml:space="preserve">Til </w:t>
            </w:r>
            <w:r w:rsidR="00940446" w:rsidRPr="006E2823">
              <w:t xml:space="preserve">modtagerne </w:t>
            </w:r>
            <w:r w:rsidRPr="006E2823">
              <w:t xml:space="preserve">på </w:t>
            </w:r>
            <w:proofErr w:type="gramStart"/>
            <w:r w:rsidRPr="006E2823">
              <w:t>vedlagte</w:t>
            </w:r>
            <w:proofErr w:type="gramEnd"/>
            <w:r w:rsidRPr="006E2823">
              <w:t xml:space="preserve"> høringsliste</w:t>
            </w:r>
            <w:r w:rsidR="00D65E69" w:rsidRPr="006E2823">
              <w:rPr>
                <w:rFonts w:cs="Arial"/>
                <w:szCs w:val="22"/>
              </w:rPr>
              <w:t xml:space="preserve"> </w:t>
            </w:r>
            <w:bookmarkStart w:id="0" w:name="NavnTO"/>
            <w:bookmarkEnd w:id="0"/>
            <w:r w:rsidR="00D65E69" w:rsidRPr="006E2823">
              <w:rPr>
                <w:rFonts w:cs="Arial"/>
                <w:szCs w:val="22"/>
              </w:rPr>
              <w:t xml:space="preserve"> </w:t>
            </w:r>
          </w:p>
          <w:p w:rsidR="00D65E69" w:rsidRPr="006E2823" w:rsidRDefault="00D65E69" w:rsidP="003A7820">
            <w:pPr>
              <w:rPr>
                <w:rFonts w:cs="Arial"/>
                <w:szCs w:val="22"/>
              </w:rPr>
            </w:pPr>
            <w:bookmarkStart w:id="1" w:name="AdresseET"/>
            <w:bookmarkEnd w:id="1"/>
            <w:r w:rsidRPr="006E2823">
              <w:rPr>
                <w:rFonts w:cs="Arial"/>
                <w:szCs w:val="22"/>
              </w:rPr>
              <w:t xml:space="preserve"> </w:t>
            </w:r>
            <w:bookmarkStart w:id="2" w:name="AdresseTO"/>
            <w:bookmarkEnd w:id="2"/>
            <w:r w:rsidRPr="006E2823">
              <w:rPr>
                <w:rFonts w:cs="Arial"/>
                <w:szCs w:val="22"/>
              </w:rPr>
              <w:t xml:space="preserve"> </w:t>
            </w:r>
            <w:bookmarkStart w:id="3" w:name="AdresseTRE"/>
            <w:bookmarkEnd w:id="3"/>
          </w:p>
          <w:p w:rsidR="00D65E69" w:rsidRPr="006E2823" w:rsidRDefault="00D65E69" w:rsidP="003A7820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4" w:name="Postnr"/>
            <w:bookmarkEnd w:id="4"/>
            <w:r w:rsidRPr="006E2823">
              <w:rPr>
                <w:rFonts w:cs="Arial"/>
                <w:szCs w:val="22"/>
              </w:rPr>
              <w:t xml:space="preserve"> </w:t>
            </w:r>
            <w:bookmarkStart w:id="5" w:name="By"/>
            <w:bookmarkEnd w:id="5"/>
          </w:p>
          <w:p w:rsidR="001E63D8" w:rsidRPr="006E2823" w:rsidRDefault="001E63D8" w:rsidP="003A7820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6" w:name="Land"/>
            <w:bookmarkEnd w:id="6"/>
          </w:p>
        </w:tc>
      </w:tr>
    </w:tbl>
    <w:p w:rsidR="00A85ECD" w:rsidRPr="006E2823" w:rsidRDefault="003A7820" w:rsidP="00944EE8">
      <w:pPr>
        <w:pStyle w:val="DocumentHeading"/>
      </w:pPr>
      <w:r>
        <w:br w:type="textWrapping" w:clear="all"/>
      </w:r>
      <w:r w:rsidR="00A33452" w:rsidRPr="006E2823">
        <w:t xml:space="preserve">Høring: </w:t>
      </w:r>
      <w:r w:rsidR="00067C4F">
        <w:t>Udkast</w:t>
      </w:r>
      <w:r w:rsidR="0025483C">
        <w:t xml:space="preserve"> til Danmarks n</w:t>
      </w:r>
      <w:r w:rsidR="00A33452" w:rsidRPr="006E2823">
        <w:t>ationale skovprogram</w:t>
      </w:r>
    </w:p>
    <w:p w:rsidR="004830C6" w:rsidRPr="006E2823" w:rsidRDefault="004830C6" w:rsidP="00FE7E77"/>
    <w:p w:rsidR="00A33452" w:rsidRPr="006E2823" w:rsidRDefault="00A33452" w:rsidP="00A33452">
      <w:r w:rsidRPr="006E2823">
        <w:t xml:space="preserve">Hermed sendes et </w:t>
      </w:r>
      <w:r w:rsidR="00067C4F">
        <w:t xml:space="preserve">udkast til </w:t>
      </w:r>
      <w:r w:rsidRPr="006E2823">
        <w:t xml:space="preserve">nyt </w:t>
      </w:r>
      <w:r w:rsidR="00CC3F0D" w:rsidRPr="006E2823">
        <w:t xml:space="preserve">nationalt </w:t>
      </w:r>
      <w:r w:rsidRPr="006E2823">
        <w:t xml:space="preserve">skovprogram i </w:t>
      </w:r>
      <w:r w:rsidR="00940446" w:rsidRPr="006E2823">
        <w:t xml:space="preserve">offentlig </w:t>
      </w:r>
      <w:r w:rsidRPr="006E2823">
        <w:t>høring.</w:t>
      </w:r>
      <w:r w:rsidR="00940446" w:rsidRPr="006E2823">
        <w:t xml:space="preserve"> </w:t>
      </w:r>
    </w:p>
    <w:p w:rsidR="00940446" w:rsidRPr="006E2823" w:rsidRDefault="00940446" w:rsidP="00A33452"/>
    <w:p w:rsidR="00CC3F0D" w:rsidRPr="006E2823" w:rsidRDefault="00A33452" w:rsidP="00A33452">
      <w:r w:rsidRPr="006E2823">
        <w:t xml:space="preserve">Det nye skovprogram </w:t>
      </w:r>
      <w:r w:rsidR="00F21068" w:rsidRPr="006E2823">
        <w:t xml:space="preserve">vil </w:t>
      </w:r>
      <w:r w:rsidRPr="006E2823">
        <w:t>afløse skovprogrammet fra 2002</w:t>
      </w:r>
      <w:r w:rsidR="00CC3F0D" w:rsidRPr="006E2823">
        <w:t xml:space="preserve"> og</w:t>
      </w:r>
      <w:r w:rsidR="00275F7D" w:rsidRPr="006E2823">
        <w:t xml:space="preserve"> har til formål at</w:t>
      </w:r>
      <w:r w:rsidR="00CC3F0D" w:rsidRPr="006E2823">
        <w:t xml:space="preserve"> udstikke en kurs</w:t>
      </w:r>
      <w:r w:rsidRPr="006E2823">
        <w:t xml:space="preserve"> for en bæredygtig skovforvaltning</w:t>
      </w:r>
      <w:r w:rsidR="00CC3F0D" w:rsidRPr="006E2823">
        <w:t>, der understøtte</w:t>
      </w:r>
      <w:r w:rsidR="00275F7D" w:rsidRPr="006E2823">
        <w:t>r</w:t>
      </w:r>
      <w:r w:rsidR="00CC3F0D" w:rsidRPr="006E2823">
        <w:t xml:space="preserve"> </w:t>
      </w:r>
      <w:r w:rsidRPr="006E2823">
        <w:t xml:space="preserve">skovenes mange </w:t>
      </w:r>
      <w:r w:rsidR="00CC3F0D" w:rsidRPr="006E2823">
        <w:t xml:space="preserve">vigtige </w:t>
      </w:r>
      <w:r w:rsidRPr="006E2823">
        <w:t>funktioner</w:t>
      </w:r>
      <w:r w:rsidR="00CC3F0D" w:rsidRPr="006E2823">
        <w:t xml:space="preserve"> og sikrer god balance mellem skovenes benyttelse og skovenes beskyttelse</w:t>
      </w:r>
      <w:r w:rsidRPr="006E2823">
        <w:t xml:space="preserve">. </w:t>
      </w:r>
    </w:p>
    <w:p w:rsidR="00A33452" w:rsidRPr="006E2823" w:rsidRDefault="00A33452" w:rsidP="00A33452"/>
    <w:p w:rsidR="00A33452" w:rsidRPr="006E2823" w:rsidRDefault="009F444F" w:rsidP="00A33452">
      <w:r w:rsidRPr="006E2823">
        <w:t>Skovprogrammet</w:t>
      </w:r>
      <w:r w:rsidR="00F32162" w:rsidRPr="006E2823">
        <w:t xml:space="preserve"> indeholder en overordnet vision for Danmarks skove og dækker i tråd med internationale anbefalinger </w:t>
      </w:r>
      <w:r w:rsidR="00A33452" w:rsidRPr="006E2823">
        <w:t xml:space="preserve">seks </w:t>
      </w:r>
      <w:r w:rsidR="00F32162" w:rsidRPr="006E2823">
        <w:t xml:space="preserve">overordnede </w:t>
      </w:r>
      <w:r w:rsidR="00A33452" w:rsidRPr="006E2823">
        <w:t>temaer</w:t>
      </w:r>
      <w:bookmarkStart w:id="7" w:name="_GoBack"/>
      <w:bookmarkEnd w:id="7"/>
      <w:r w:rsidR="00A33452" w:rsidRPr="006E2823">
        <w:t xml:space="preserve">. For hvert tema er der </w:t>
      </w:r>
      <w:r w:rsidR="00F32162" w:rsidRPr="006E2823">
        <w:t xml:space="preserve">udstukket </w:t>
      </w:r>
      <w:r w:rsidR="00A33452" w:rsidRPr="006E2823">
        <w:t xml:space="preserve">et eller flere </w:t>
      </w:r>
      <w:r w:rsidR="00F32162" w:rsidRPr="006E2823">
        <w:t>langsigtede</w:t>
      </w:r>
      <w:r w:rsidRPr="006E2823">
        <w:t xml:space="preserve"> </w:t>
      </w:r>
      <w:r w:rsidR="00A33452" w:rsidRPr="006E2823">
        <w:t>strategiske pejlemærker</w:t>
      </w:r>
      <w:r w:rsidR="00F32162" w:rsidRPr="006E2823">
        <w:t xml:space="preserve">, </w:t>
      </w:r>
      <w:r w:rsidRPr="006E2823">
        <w:t xml:space="preserve">og for hvert </w:t>
      </w:r>
      <w:r w:rsidR="00582729" w:rsidRPr="006E2823">
        <w:t>af disse</w:t>
      </w:r>
      <w:r w:rsidR="00A33452" w:rsidRPr="006E2823">
        <w:t xml:space="preserve"> </w:t>
      </w:r>
      <w:r w:rsidRPr="006E2823">
        <w:t xml:space="preserve">er der </w:t>
      </w:r>
      <w:r w:rsidR="00A33452" w:rsidRPr="006E2823">
        <w:t>knyttet</w:t>
      </w:r>
      <w:r w:rsidRPr="006E2823">
        <w:t xml:space="preserve"> </w:t>
      </w:r>
      <w:r w:rsidR="00A33452" w:rsidRPr="006E2823">
        <w:t>aktuelle konkrete handlinger, som alle finansieres indenfor eksisterende økonomiske rammer.</w:t>
      </w:r>
    </w:p>
    <w:p w:rsidR="00F32162" w:rsidRPr="006E2823" w:rsidRDefault="00F32162" w:rsidP="00A33452"/>
    <w:p w:rsidR="009F444F" w:rsidRPr="006E2823" w:rsidRDefault="009F444F" w:rsidP="009F444F">
      <w:r w:rsidRPr="006E2823">
        <w:t xml:space="preserve">Programmet udstikker endvidere to centrale mål, som </w:t>
      </w:r>
      <w:r w:rsidR="00DB11A4" w:rsidRPr="006E2823">
        <w:t xml:space="preserve">bygger videre på mål </w:t>
      </w:r>
      <w:r w:rsidRPr="006E2823">
        <w:t xml:space="preserve">fra skovprogrammet fra 2002. Det ene er det langsigtede mål om, at skovlandskaber dækker 20-25 pct. af Danmarks areal inden udgangen af det 21. århundrede. Det andet mål er, at 10 pct. af Damarks samlede skovareal inden 2040 har natur og biologisk mangfoldighed som det primære driftsformål. </w:t>
      </w:r>
    </w:p>
    <w:p w:rsidR="009F444F" w:rsidRPr="006E2823" w:rsidRDefault="009F444F" w:rsidP="00F32162"/>
    <w:p w:rsidR="009F444F" w:rsidRPr="006E2823" w:rsidRDefault="005D77D6" w:rsidP="009F444F">
      <w:r w:rsidRPr="006E2823">
        <w:t xml:space="preserve">Samtidig </w:t>
      </w:r>
      <w:r w:rsidR="00582729" w:rsidRPr="006E2823">
        <w:t>lægges der op til</w:t>
      </w:r>
      <w:r w:rsidR="00695B3B" w:rsidRPr="006E2823">
        <w:t>,</w:t>
      </w:r>
      <w:r w:rsidR="00582729" w:rsidRPr="006E2823">
        <w:t xml:space="preserve"> at </w:t>
      </w:r>
      <w:r w:rsidR="009F444F" w:rsidRPr="006E2823">
        <w:t xml:space="preserve">Skovrådet </w:t>
      </w:r>
      <w:r w:rsidRPr="006E2823">
        <w:t xml:space="preserve">løbende </w:t>
      </w:r>
      <w:r w:rsidR="009F444F" w:rsidRPr="006E2823">
        <w:t>følge</w:t>
      </w:r>
      <w:r w:rsidR="00582729" w:rsidRPr="006E2823">
        <w:t>r</w:t>
      </w:r>
      <w:r w:rsidR="009F444F" w:rsidRPr="006E2823">
        <w:t xml:space="preserve"> udviklingen og give</w:t>
      </w:r>
      <w:r w:rsidR="00582729" w:rsidRPr="006E2823">
        <w:t>r</w:t>
      </w:r>
      <w:r w:rsidR="009F444F" w:rsidRPr="006E2823">
        <w:t xml:space="preserve"> råd om opfølgning på skovprogrammet.</w:t>
      </w:r>
      <w:r w:rsidR="00940446" w:rsidRPr="006E2823">
        <w:t xml:space="preserve"> Skovrådet er nedsat af </w:t>
      </w:r>
      <w:r w:rsidR="008C3DAA" w:rsidRPr="006E2823">
        <w:t>m</w:t>
      </w:r>
      <w:r w:rsidR="00940446" w:rsidRPr="006E2823">
        <w:t xml:space="preserve">iljø- og </w:t>
      </w:r>
      <w:r w:rsidR="008C3DAA" w:rsidRPr="006E2823">
        <w:t>f</w:t>
      </w:r>
      <w:r w:rsidR="00940446" w:rsidRPr="006E2823">
        <w:t>ødevareministeren for at rådgive ministeren i skovbrugsfaglige og andre spørgsmål om skov.</w:t>
      </w:r>
    </w:p>
    <w:p w:rsidR="009F444F" w:rsidRPr="006E2823" w:rsidRDefault="009F444F" w:rsidP="00F32162"/>
    <w:p w:rsidR="00F32162" w:rsidRPr="006E2823" w:rsidRDefault="00582729" w:rsidP="00F32162">
      <w:r w:rsidRPr="006E2823">
        <w:t>I tilblivelsesfasen har s</w:t>
      </w:r>
      <w:r w:rsidR="00F32162" w:rsidRPr="006E2823">
        <w:t xml:space="preserve">kovbrugserhvervet, grønne organisationer og forskere </w:t>
      </w:r>
      <w:r w:rsidRPr="006E2823">
        <w:t xml:space="preserve">m.fl. </w:t>
      </w:r>
      <w:r w:rsidR="00F32162" w:rsidRPr="006E2823">
        <w:t xml:space="preserve">bidraget </w:t>
      </w:r>
      <w:r w:rsidRPr="006E2823">
        <w:t xml:space="preserve">med input </w:t>
      </w:r>
      <w:r w:rsidR="00F32162" w:rsidRPr="006E2823">
        <w:t xml:space="preserve">blandt andet via Skovpolitisk udvalg og Skovrådet. Der har endvidere været afholdt </w:t>
      </w:r>
      <w:r w:rsidRPr="006E2823">
        <w:t xml:space="preserve">fire </w:t>
      </w:r>
      <w:r w:rsidR="00F32162" w:rsidRPr="006E2823">
        <w:t xml:space="preserve">lokale skovkredsmøder og </w:t>
      </w:r>
      <w:r w:rsidRPr="006E2823">
        <w:t xml:space="preserve">tre </w:t>
      </w:r>
      <w:r w:rsidR="00F32162" w:rsidRPr="006E2823">
        <w:t>workshops i København om programmets forskellige temaer</w:t>
      </w:r>
      <w:r w:rsidR="00D7572C" w:rsidRPr="006E2823">
        <w:t>.</w:t>
      </w:r>
      <w:r w:rsidR="00F32162" w:rsidRPr="006E2823">
        <w:t xml:space="preserve"> </w:t>
      </w:r>
    </w:p>
    <w:p w:rsidR="00F32162" w:rsidRPr="006E2823" w:rsidRDefault="00F32162" w:rsidP="00A33452"/>
    <w:p w:rsidR="00A33452" w:rsidRDefault="00067C4F" w:rsidP="00A33452">
      <w:r>
        <w:t>Udkastet</w:t>
      </w:r>
      <w:r w:rsidR="00582729" w:rsidRPr="006E2823">
        <w:t xml:space="preserve"> til s</w:t>
      </w:r>
      <w:r w:rsidR="00A33452" w:rsidRPr="006E2823">
        <w:t xml:space="preserve">kovprogram er </w:t>
      </w:r>
      <w:r w:rsidR="00582729" w:rsidRPr="006E2823">
        <w:t xml:space="preserve">nu </w:t>
      </w:r>
      <w:r w:rsidR="00A33452" w:rsidRPr="006E2823">
        <w:t>i otte ugers offentlig høring</w:t>
      </w:r>
      <w:r w:rsidR="003B258F">
        <w:t xml:space="preserve"> frem</w:t>
      </w:r>
      <w:r w:rsidR="00582729" w:rsidRPr="006E2823">
        <w:t xml:space="preserve"> til den </w:t>
      </w:r>
      <w:r w:rsidR="000E6AD4" w:rsidRPr="006E2823">
        <w:t xml:space="preserve">6. april </w:t>
      </w:r>
      <w:r w:rsidR="00582729" w:rsidRPr="006E2823">
        <w:t>201</w:t>
      </w:r>
      <w:r w:rsidR="000E6AD4" w:rsidRPr="006E2823">
        <w:t>8</w:t>
      </w:r>
      <w:r w:rsidR="00A33452" w:rsidRPr="006E2823">
        <w:t xml:space="preserve">. Alle har mulighed for at </w:t>
      </w:r>
      <w:r w:rsidR="00582729" w:rsidRPr="006E2823">
        <w:t>afgive</w:t>
      </w:r>
      <w:r w:rsidR="00A33452" w:rsidRPr="006E2823">
        <w:t xml:space="preserve"> høringsbidrag</w:t>
      </w:r>
      <w:r w:rsidR="00695B3B" w:rsidRPr="006E2823">
        <w:t>. De</w:t>
      </w:r>
      <w:r w:rsidR="00582729" w:rsidRPr="006E2823">
        <w:t xml:space="preserve"> skal sendes til </w:t>
      </w:r>
      <w:r w:rsidR="00A33452" w:rsidRPr="006E2823">
        <w:t>mst@mst.dk</w:t>
      </w:r>
      <w:r w:rsidR="00582729" w:rsidRPr="006E2823">
        <w:t xml:space="preserve"> og</w:t>
      </w:r>
      <w:r w:rsidR="00A33452" w:rsidRPr="006E2823">
        <w:t xml:space="preserve"> </w:t>
      </w:r>
      <w:r w:rsidR="00AF225A" w:rsidRPr="006E2823">
        <w:t xml:space="preserve">i emnefeltet </w:t>
      </w:r>
      <w:r w:rsidR="00681A73">
        <w:t>anføres</w:t>
      </w:r>
      <w:r w:rsidR="00A33452" w:rsidRPr="006E2823">
        <w:t xml:space="preserve"> "Skovprogram 201</w:t>
      </w:r>
      <w:r w:rsidR="0092503D" w:rsidRPr="006E2823">
        <w:t>8</w:t>
      </w:r>
      <w:r w:rsidR="00A33452" w:rsidRPr="006E2823">
        <w:t>". Materialet er tilgængelig</w:t>
      </w:r>
      <w:r w:rsidR="00582729" w:rsidRPr="006E2823">
        <w:t>t</w:t>
      </w:r>
      <w:r w:rsidR="00AF225A" w:rsidRPr="006E2823">
        <w:t xml:space="preserve"> på </w:t>
      </w:r>
      <w:r w:rsidR="000E6AD4" w:rsidRPr="006E2823">
        <w:t xml:space="preserve">Miljøstyrelsens hjemmeside og på </w:t>
      </w:r>
      <w:r w:rsidR="00AF225A" w:rsidRPr="006E2823">
        <w:t xml:space="preserve">høringsportalen: </w:t>
      </w:r>
      <w:r w:rsidR="00A33452" w:rsidRPr="006E2823">
        <w:t>https://hoeringsportalen.dk/</w:t>
      </w:r>
      <w:r w:rsidR="00D7572C" w:rsidRPr="006E2823">
        <w:t>,</w:t>
      </w:r>
      <w:r w:rsidR="00A33452" w:rsidRPr="006E2823">
        <w:t xml:space="preserve"> </w:t>
      </w:r>
      <w:r w:rsidR="00D7572C" w:rsidRPr="006E2823">
        <w:t>h</w:t>
      </w:r>
      <w:r w:rsidR="00940446" w:rsidRPr="006E2823">
        <w:t xml:space="preserve">vor høringssvarene også bliver gjort tilgængelige efter høringsfristens udløb. </w:t>
      </w:r>
      <w:r w:rsidR="00A33452" w:rsidRPr="006E2823">
        <w:t>Efter høringsperioden færdiggøres og lanceres det nye skovprogram.</w:t>
      </w:r>
    </w:p>
    <w:p w:rsidR="006E2823" w:rsidRDefault="006E2823" w:rsidP="00A33452"/>
    <w:p w:rsidR="006E2823" w:rsidRPr="006E2823" w:rsidRDefault="006E2823" w:rsidP="00A33452"/>
    <w:p w:rsidR="00A33452" w:rsidRPr="006E2823" w:rsidRDefault="006E2823" w:rsidP="00A33452">
      <w:pPr>
        <w:keepNext/>
        <w:keepLines/>
        <w:rPr>
          <w:szCs w:val="22"/>
        </w:rPr>
      </w:pPr>
      <w:bookmarkStart w:id="8" w:name="LAN_YoursSincerely"/>
      <w:r w:rsidRPr="006E2823">
        <w:rPr>
          <w:szCs w:val="22"/>
        </w:rPr>
        <w:t>Med venlig hilsen</w:t>
      </w:r>
      <w:bookmarkEnd w:id="8"/>
    </w:p>
    <w:p w:rsidR="00A33452" w:rsidRPr="006E2823" w:rsidRDefault="00A33452" w:rsidP="00A33452">
      <w:pPr>
        <w:keepNext/>
        <w:keepLines/>
        <w:rPr>
          <w:szCs w:val="22"/>
        </w:rPr>
      </w:pPr>
    </w:p>
    <w:p w:rsidR="00A33452" w:rsidRPr="006E2823" w:rsidRDefault="00A33452" w:rsidP="00A33452">
      <w:pPr>
        <w:keepNext/>
        <w:keepLines/>
        <w:tabs>
          <w:tab w:val="left" w:pos="4644"/>
        </w:tabs>
        <w:rPr>
          <w:szCs w:val="22"/>
        </w:rPr>
      </w:pPr>
    </w:p>
    <w:p w:rsidR="00A33452" w:rsidRPr="006E2823" w:rsidRDefault="006E2823" w:rsidP="00A33452">
      <w:pPr>
        <w:keepNext/>
        <w:keepLines/>
        <w:rPr>
          <w:szCs w:val="22"/>
        </w:rPr>
      </w:pPr>
      <w:bookmarkStart w:id="9" w:name="USR_Name"/>
      <w:bookmarkStart w:id="10" w:name="USR_Name_HIF"/>
      <w:r w:rsidRPr="006E2823">
        <w:rPr>
          <w:szCs w:val="22"/>
        </w:rPr>
        <w:t>Pernille Karlog</w:t>
      </w:r>
      <w:bookmarkEnd w:id="9"/>
    </w:p>
    <w:p w:rsidR="006E2823" w:rsidRPr="006E2823" w:rsidRDefault="002B4240" w:rsidP="00A33452">
      <w:pPr>
        <w:keepNext/>
        <w:keepLines/>
        <w:rPr>
          <w:szCs w:val="22"/>
        </w:rPr>
      </w:pPr>
      <w:r>
        <w:rPr>
          <w:szCs w:val="22"/>
        </w:rPr>
        <w:t>S</w:t>
      </w:r>
      <w:r w:rsidR="006E2823" w:rsidRPr="006E2823">
        <w:rPr>
          <w:szCs w:val="22"/>
        </w:rPr>
        <w:t>pecialkonsulent</w:t>
      </w:r>
    </w:p>
    <w:p w:rsidR="00EC1285" w:rsidRPr="006E2823" w:rsidRDefault="006E2823" w:rsidP="001A4D56">
      <w:pPr>
        <w:rPr>
          <w:szCs w:val="22"/>
        </w:rPr>
      </w:pPr>
      <w:bookmarkStart w:id="11" w:name="USR_Email"/>
      <w:bookmarkEnd w:id="10"/>
      <w:r>
        <w:rPr>
          <w:szCs w:val="22"/>
        </w:rPr>
        <w:t>pka@mst.dk</w:t>
      </w:r>
      <w:bookmarkEnd w:id="11"/>
    </w:p>
    <w:sectPr w:rsidR="00EC1285" w:rsidRPr="006E2823" w:rsidSect="00A3345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1983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179" w:rsidRDefault="00AF6179">
      <w:r>
        <w:separator/>
      </w:r>
    </w:p>
  </w:endnote>
  <w:endnote w:type="continuationSeparator" w:id="0">
    <w:p w:rsidR="00AF6179" w:rsidRDefault="00AF6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A33452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2B4240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452" w:rsidRPr="006E2823" w:rsidRDefault="006E2823" w:rsidP="00A33452">
    <w:pPr>
      <w:pStyle w:val="Template-Address"/>
    </w:pPr>
    <w:bookmarkStart w:id="32" w:name="OFF_Institution"/>
    <w:bookmarkStart w:id="33" w:name="OFF_InstitutionHIF"/>
    <w:bookmarkStart w:id="34" w:name="XIF_MMFirstAddressLine"/>
    <w:r w:rsidRPr="006E2823">
      <w:t>Miljøstyrelsen</w:t>
    </w:r>
    <w:bookmarkEnd w:id="32"/>
    <w:r w:rsidR="00A33452" w:rsidRPr="006E2823">
      <w:t xml:space="preserve"> </w:t>
    </w:r>
    <w:bookmarkEnd w:id="33"/>
    <w:r w:rsidR="00A33452" w:rsidRPr="006E2823">
      <w:t xml:space="preserve">• </w:t>
    </w:r>
    <w:bookmarkStart w:id="35" w:name="OFF_AddressA"/>
    <w:bookmarkStart w:id="36" w:name="OFF_AddressAHIF"/>
    <w:r w:rsidRPr="006E2823">
      <w:t>Haraldsgade 53</w:t>
    </w:r>
    <w:bookmarkEnd w:id="35"/>
    <w:r w:rsidR="00A33452" w:rsidRPr="006E2823">
      <w:t xml:space="preserve"> </w:t>
    </w:r>
    <w:bookmarkEnd w:id="36"/>
    <w:r w:rsidR="00A33452" w:rsidRPr="006E2823">
      <w:rPr>
        <w:vanish/>
      </w:rPr>
      <w:t xml:space="preserve">• </w:t>
    </w:r>
    <w:bookmarkStart w:id="37" w:name="OFF_AddressB"/>
    <w:bookmarkStart w:id="38" w:name="OFF_AddressBHIF"/>
    <w:bookmarkEnd w:id="37"/>
    <w:r w:rsidR="00A33452" w:rsidRPr="006E2823">
      <w:rPr>
        <w:vanish/>
      </w:rPr>
      <w:t xml:space="preserve"> </w:t>
    </w:r>
    <w:bookmarkEnd w:id="38"/>
    <w:r w:rsidR="00A33452" w:rsidRPr="006E2823">
      <w:rPr>
        <w:vanish/>
      </w:rPr>
      <w:t xml:space="preserve">• </w:t>
    </w:r>
    <w:bookmarkStart w:id="39" w:name="OFF_AddressC"/>
    <w:bookmarkStart w:id="40" w:name="OFF_AddressCHIF"/>
    <w:bookmarkEnd w:id="39"/>
    <w:r w:rsidR="00A33452" w:rsidRPr="006E2823">
      <w:rPr>
        <w:vanish/>
      </w:rPr>
      <w:t xml:space="preserve"> </w:t>
    </w:r>
    <w:bookmarkEnd w:id="40"/>
    <w:r w:rsidR="00A33452" w:rsidRPr="006E2823">
      <w:t xml:space="preserve">• </w:t>
    </w:r>
    <w:bookmarkStart w:id="41" w:name="OFF_AddressD"/>
    <w:bookmarkStart w:id="42" w:name="OFF_AddressDHIF"/>
    <w:r w:rsidRPr="006E2823">
      <w:t>2100</w:t>
    </w:r>
    <w:bookmarkEnd w:id="41"/>
    <w:r w:rsidR="00A33452" w:rsidRPr="006E2823">
      <w:t xml:space="preserve"> </w:t>
    </w:r>
    <w:bookmarkStart w:id="43" w:name="OFF_City"/>
    <w:r>
      <w:t>København Ø</w:t>
    </w:r>
    <w:bookmarkEnd w:id="43"/>
    <w:r w:rsidR="00A33452" w:rsidRPr="006E2823">
      <w:t xml:space="preserve"> </w:t>
    </w:r>
    <w:bookmarkEnd w:id="42"/>
  </w:p>
  <w:p w:rsidR="00A33452" w:rsidRPr="006E2823" w:rsidRDefault="006E2823" w:rsidP="00A33452">
    <w:pPr>
      <w:pStyle w:val="Template-Address"/>
    </w:pPr>
    <w:bookmarkStart w:id="44" w:name="LAN_Phone"/>
    <w:bookmarkStart w:id="45" w:name="OFF_PhoneHIF"/>
    <w:bookmarkStart w:id="46" w:name="XIF_MMSecondAddressLine"/>
    <w:bookmarkEnd w:id="34"/>
    <w:r w:rsidRPr="006E2823">
      <w:t>Tlf.</w:t>
    </w:r>
    <w:bookmarkEnd w:id="44"/>
    <w:r w:rsidR="00A33452" w:rsidRPr="006E2823">
      <w:t xml:space="preserve"> </w:t>
    </w:r>
    <w:bookmarkStart w:id="47" w:name="OFF_Phone"/>
    <w:r w:rsidRPr="006E2823">
      <w:t>72 54 40 00</w:t>
    </w:r>
    <w:bookmarkEnd w:id="47"/>
    <w:r w:rsidR="00A33452" w:rsidRPr="006E2823">
      <w:t xml:space="preserve"> </w:t>
    </w:r>
    <w:bookmarkEnd w:id="45"/>
    <w:r w:rsidR="00A33452" w:rsidRPr="006E2823">
      <w:rPr>
        <w:vanish/>
      </w:rPr>
      <w:t xml:space="preserve">• </w:t>
    </w:r>
    <w:bookmarkStart w:id="48" w:name="LAN_Fax"/>
    <w:bookmarkStart w:id="49" w:name="OFF_FaxHIF"/>
    <w:r w:rsidRPr="006E2823">
      <w:rPr>
        <w:vanish/>
      </w:rPr>
      <w:t>Fax</w:t>
    </w:r>
    <w:bookmarkEnd w:id="48"/>
    <w:r w:rsidR="00A33452" w:rsidRPr="006E2823">
      <w:rPr>
        <w:vanish/>
      </w:rPr>
      <w:t xml:space="preserve"> </w:t>
    </w:r>
    <w:bookmarkStart w:id="50" w:name="OFF_Fax"/>
    <w:bookmarkEnd w:id="50"/>
    <w:r w:rsidR="00A33452" w:rsidRPr="006E2823">
      <w:rPr>
        <w:vanish/>
      </w:rPr>
      <w:t xml:space="preserve"> </w:t>
    </w:r>
    <w:bookmarkEnd w:id="49"/>
    <w:r w:rsidR="00A33452" w:rsidRPr="006E2823">
      <w:t xml:space="preserve">• </w:t>
    </w:r>
    <w:bookmarkStart w:id="51" w:name="OFF_CVRHIF"/>
    <w:r w:rsidR="00A33452" w:rsidRPr="006E2823">
      <w:t xml:space="preserve">CVR </w:t>
    </w:r>
    <w:bookmarkStart w:id="52" w:name="OFF_CVR"/>
    <w:r w:rsidRPr="006E2823">
      <w:t>25798376</w:t>
    </w:r>
    <w:bookmarkEnd w:id="52"/>
    <w:r w:rsidR="00A33452" w:rsidRPr="006E2823">
      <w:t xml:space="preserve"> </w:t>
    </w:r>
    <w:bookmarkEnd w:id="51"/>
    <w:r w:rsidR="00A33452" w:rsidRPr="006E2823">
      <w:t xml:space="preserve">• </w:t>
    </w:r>
    <w:bookmarkStart w:id="53" w:name="OFF_EANHIF"/>
    <w:r w:rsidR="00A33452" w:rsidRPr="006E2823">
      <w:t xml:space="preserve">EAN </w:t>
    </w:r>
    <w:bookmarkStart w:id="54" w:name="OFF_EAN"/>
    <w:r w:rsidRPr="006E2823">
      <w:t>5798000860810</w:t>
    </w:r>
    <w:bookmarkEnd w:id="54"/>
    <w:r w:rsidR="00A33452" w:rsidRPr="006E2823">
      <w:t xml:space="preserve"> </w:t>
    </w:r>
    <w:bookmarkEnd w:id="53"/>
    <w:r w:rsidR="00A33452" w:rsidRPr="006E2823">
      <w:t xml:space="preserve">• </w:t>
    </w:r>
    <w:bookmarkStart w:id="55" w:name="OFF_Email"/>
    <w:bookmarkStart w:id="56" w:name="OFF_EmailHIF"/>
    <w:r w:rsidRPr="006E2823">
      <w:t>mst@mst.dk</w:t>
    </w:r>
    <w:bookmarkEnd w:id="55"/>
    <w:r w:rsidR="00A33452" w:rsidRPr="006E2823">
      <w:t xml:space="preserve"> </w:t>
    </w:r>
    <w:bookmarkEnd w:id="56"/>
    <w:r w:rsidR="00A33452" w:rsidRPr="006E2823">
      <w:t xml:space="preserve">• </w:t>
    </w:r>
    <w:bookmarkStart w:id="57" w:name="OFF_Web"/>
    <w:bookmarkStart w:id="58" w:name="OFF_WebHIF"/>
    <w:r w:rsidRPr="006E2823">
      <w:t>www.mst.dk</w:t>
    </w:r>
    <w:bookmarkEnd w:id="57"/>
    <w:r w:rsidR="00A33452" w:rsidRPr="006E2823">
      <w:t xml:space="preserve"> </w:t>
    </w:r>
    <w:bookmarkEnd w:id="46"/>
    <w:bookmarkEnd w:id="58"/>
  </w:p>
  <w:p w:rsidR="0048667B" w:rsidRPr="006E2823" w:rsidRDefault="0048667B" w:rsidP="00A3345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179" w:rsidRDefault="00AF6179">
      <w:r>
        <w:separator/>
      </w:r>
    </w:p>
  </w:footnote>
  <w:footnote w:type="continuationSeparator" w:id="0">
    <w:p w:rsidR="00AF6179" w:rsidRDefault="00AF6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7B" w:rsidRDefault="000E717B">
    <w:pPr>
      <w:pStyle w:val="Sidehoved"/>
    </w:pPr>
    <w:bookmarkStart w:id="12" w:name="BIT_PrimaryHeader"/>
  </w:p>
  <w:bookmarkEnd w:id="12"/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452" w:rsidRPr="002825EA" w:rsidRDefault="006E2823" w:rsidP="00A33452">
    <w:pPr>
      <w:rPr>
        <w:lang w:val="en-GB"/>
      </w:rPr>
    </w:pPr>
    <w:bookmarkStart w:id="13" w:name="BIT_DocumentName"/>
    <w:bookmarkEnd w:id="13"/>
    <w:r>
      <w:rPr>
        <w:noProof/>
      </w:rPr>
      <w:drawing>
        <wp:anchor distT="0" distB="0" distL="114300" distR="114300" simplePos="0" relativeHeight="251663360" behindDoc="0" locked="1" layoutInCell="1" allowOverlap="1" wp14:anchorId="52DA3902" wp14:editId="18C9E156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8896" cy="792480"/>
          <wp:effectExtent l="0" t="0" r="0" b="0"/>
          <wp:wrapNone/>
          <wp:docPr id="5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8896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3452" w:rsidRPr="002825EA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5E8C53C" wp14:editId="3DE36856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A33452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A33452" w:rsidRPr="006E2823" w:rsidRDefault="006E2823">
                                <w:pPr>
                                  <w:pStyle w:val="Kolofontekst"/>
                                </w:pPr>
                                <w:bookmarkStart w:id="14" w:name="OFF_Department"/>
                                <w:bookmarkStart w:id="15" w:name="OFF_DepartmentHIF"/>
                                <w:r w:rsidRPr="006E2823">
                                  <w:t>Naturbeskyttelse</w:t>
                                </w:r>
                                <w:bookmarkEnd w:id="14"/>
                              </w:p>
                              <w:p w:rsidR="00A33452" w:rsidRPr="00A33452" w:rsidRDefault="006E2823">
                                <w:pPr>
                                  <w:pStyle w:val="Kolofontekst"/>
                                  <w:rPr>
                                    <w:vanish/>
                                  </w:rPr>
                                </w:pPr>
                                <w:bookmarkStart w:id="16" w:name="LAN_CaseNo"/>
                                <w:bookmarkStart w:id="17" w:name="sagsnrHIF"/>
                                <w:bookmarkEnd w:id="15"/>
                                <w:r>
                                  <w:rPr>
                                    <w:vanish/>
                                  </w:rPr>
                                  <w:t>J.nr.</w:t>
                                </w:r>
                                <w:bookmarkEnd w:id="16"/>
                                <w:r w:rsidR="00A33452" w:rsidRPr="00A33452">
                                  <w:rPr>
                                    <w:vanish/>
                                  </w:rPr>
                                  <w:t xml:space="preserve"> </w:t>
                                </w:r>
                                <w:bookmarkStart w:id="18" w:name="sagsnr"/>
                                <w:bookmarkEnd w:id="18"/>
                              </w:p>
                              <w:p w:rsidR="00A33452" w:rsidRPr="006E2823" w:rsidRDefault="006E2823">
                                <w:pPr>
                                  <w:pStyle w:val="Kolofontekst"/>
                                </w:pPr>
                                <w:bookmarkStart w:id="19" w:name="LAN_Ref"/>
                                <w:bookmarkStart w:id="20" w:name="USR_InitialsHIF"/>
                                <w:bookmarkEnd w:id="17"/>
                                <w:r w:rsidRPr="006E2823">
                                  <w:t>Ref.</w:t>
                                </w:r>
                                <w:bookmarkEnd w:id="19"/>
                                <w:r w:rsidR="00A33452" w:rsidRPr="006E2823">
                                  <w:t xml:space="preserve"> </w:t>
                                </w:r>
                                <w:bookmarkStart w:id="21" w:name="USR_Initials"/>
                                <w:r w:rsidRPr="006E2823">
                                  <w:t>PKA</w:t>
                                </w:r>
                                <w:bookmarkEnd w:id="21"/>
                              </w:p>
                              <w:p w:rsidR="00A33452" w:rsidRDefault="006E2823" w:rsidP="004B7B8C">
                                <w:pPr>
                                  <w:pStyle w:val="Kolofontekst"/>
                                </w:pPr>
                                <w:bookmarkStart w:id="22" w:name="FLD_DocumentDate"/>
                                <w:bookmarkEnd w:id="20"/>
                                <w:r>
                                  <w:t xml:space="preserve">Den </w:t>
                                </w:r>
                                <w:r w:rsidR="004B7B8C">
                                  <w:t>12</w:t>
                                </w:r>
                                <w:r>
                                  <w:t xml:space="preserve">. </w:t>
                                </w:r>
                                <w:r w:rsidR="002B4240">
                                  <w:t>februar</w:t>
                                </w:r>
                                <w:r>
                                  <w:t xml:space="preserve"> 201</w:t>
                                </w:r>
                                <w:bookmarkEnd w:id="22"/>
                                <w:r w:rsidR="000E6AD4">
                                  <w:t>8</w:t>
                                </w:r>
                              </w:p>
                            </w:tc>
                          </w:tr>
                        </w:tbl>
                        <w:p w:rsidR="00A33452" w:rsidRDefault="00A33452" w:rsidP="00A33452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A33452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A33452" w:rsidRPr="006E2823" w:rsidRDefault="006E2823">
                          <w:pPr>
                            <w:pStyle w:val="Kolofontekst"/>
                          </w:pPr>
                          <w:bookmarkStart w:id="23" w:name="OFF_Department"/>
                          <w:bookmarkStart w:id="24" w:name="OFF_DepartmentHIF"/>
                          <w:r w:rsidRPr="006E2823">
                            <w:t>Naturbeskyttelse</w:t>
                          </w:r>
                          <w:bookmarkEnd w:id="23"/>
                        </w:p>
                        <w:p w:rsidR="00A33452" w:rsidRPr="00A33452" w:rsidRDefault="006E2823">
                          <w:pPr>
                            <w:pStyle w:val="Kolofontekst"/>
                            <w:rPr>
                              <w:vanish/>
                            </w:rPr>
                          </w:pPr>
                          <w:bookmarkStart w:id="25" w:name="LAN_CaseNo"/>
                          <w:bookmarkStart w:id="26" w:name="sagsnrHIF"/>
                          <w:bookmarkEnd w:id="24"/>
                          <w:r>
                            <w:rPr>
                              <w:vanish/>
                            </w:rPr>
                            <w:t>J.nr.</w:t>
                          </w:r>
                          <w:bookmarkEnd w:id="25"/>
                          <w:r w:rsidR="00A33452" w:rsidRPr="00A33452">
                            <w:rPr>
                              <w:vanish/>
                            </w:rPr>
                            <w:t xml:space="preserve"> </w:t>
                          </w:r>
                          <w:bookmarkStart w:id="27" w:name="sagsnr"/>
                          <w:bookmarkEnd w:id="27"/>
                        </w:p>
                        <w:p w:rsidR="00A33452" w:rsidRPr="006E2823" w:rsidRDefault="006E2823">
                          <w:pPr>
                            <w:pStyle w:val="Kolofontekst"/>
                          </w:pPr>
                          <w:bookmarkStart w:id="28" w:name="LAN_Ref"/>
                          <w:bookmarkStart w:id="29" w:name="USR_InitialsHIF"/>
                          <w:bookmarkEnd w:id="26"/>
                          <w:r w:rsidRPr="006E2823">
                            <w:t>Ref.</w:t>
                          </w:r>
                          <w:bookmarkEnd w:id="28"/>
                          <w:r w:rsidR="00A33452" w:rsidRPr="006E2823">
                            <w:t xml:space="preserve"> </w:t>
                          </w:r>
                          <w:bookmarkStart w:id="30" w:name="USR_Initials"/>
                          <w:r w:rsidRPr="006E2823">
                            <w:t>PKA</w:t>
                          </w:r>
                          <w:bookmarkEnd w:id="30"/>
                        </w:p>
                        <w:p w:rsidR="00A33452" w:rsidRDefault="006E2823" w:rsidP="004B7B8C">
                          <w:pPr>
                            <w:pStyle w:val="Kolofontekst"/>
                          </w:pPr>
                          <w:bookmarkStart w:id="31" w:name="FLD_DocumentDate"/>
                          <w:bookmarkEnd w:id="29"/>
                          <w:r>
                            <w:t xml:space="preserve">Den </w:t>
                          </w:r>
                          <w:r w:rsidR="004B7B8C">
                            <w:t>12</w:t>
                          </w:r>
                          <w:r>
                            <w:t xml:space="preserve">. </w:t>
                          </w:r>
                          <w:r w:rsidR="002B4240">
                            <w:t>februar</w:t>
                          </w:r>
                          <w:r>
                            <w:t xml:space="preserve"> 201</w:t>
                          </w:r>
                          <w:bookmarkEnd w:id="31"/>
                          <w:r w:rsidR="000E6AD4">
                            <w:t>8</w:t>
                          </w:r>
                        </w:p>
                      </w:tc>
                    </w:tr>
                  </w:tbl>
                  <w:p w:rsidR="00A33452" w:rsidRDefault="00A33452" w:rsidP="00A33452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452"/>
    <w:rsid w:val="00002EA0"/>
    <w:rsid w:val="00003636"/>
    <w:rsid w:val="00005FAA"/>
    <w:rsid w:val="0001457C"/>
    <w:rsid w:val="0001528D"/>
    <w:rsid w:val="000166A0"/>
    <w:rsid w:val="00021F6C"/>
    <w:rsid w:val="00030051"/>
    <w:rsid w:val="00037E7E"/>
    <w:rsid w:val="000575B6"/>
    <w:rsid w:val="00060BC5"/>
    <w:rsid w:val="000647F2"/>
    <w:rsid w:val="00066A0C"/>
    <w:rsid w:val="00067C4F"/>
    <w:rsid w:val="00070BA1"/>
    <w:rsid w:val="00073466"/>
    <w:rsid w:val="00074F1A"/>
    <w:rsid w:val="000758FD"/>
    <w:rsid w:val="00076FA4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6AD4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59A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5483C"/>
    <w:rsid w:val="002629A8"/>
    <w:rsid w:val="002639DB"/>
    <w:rsid w:val="00264240"/>
    <w:rsid w:val="002654F9"/>
    <w:rsid w:val="00267F76"/>
    <w:rsid w:val="0027546B"/>
    <w:rsid w:val="00275F7D"/>
    <w:rsid w:val="00283D52"/>
    <w:rsid w:val="00284176"/>
    <w:rsid w:val="00293240"/>
    <w:rsid w:val="002933E6"/>
    <w:rsid w:val="0029629D"/>
    <w:rsid w:val="002A29B1"/>
    <w:rsid w:val="002A7860"/>
    <w:rsid w:val="002B0979"/>
    <w:rsid w:val="002B424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119C"/>
    <w:rsid w:val="00322BBE"/>
    <w:rsid w:val="003265CC"/>
    <w:rsid w:val="00326ED5"/>
    <w:rsid w:val="00331970"/>
    <w:rsid w:val="00334562"/>
    <w:rsid w:val="00343A37"/>
    <w:rsid w:val="00345EB3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A7820"/>
    <w:rsid w:val="003B258F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4F8E"/>
    <w:rsid w:val="00495993"/>
    <w:rsid w:val="004A3AAA"/>
    <w:rsid w:val="004A4315"/>
    <w:rsid w:val="004B5995"/>
    <w:rsid w:val="004B5AC3"/>
    <w:rsid w:val="004B6A8B"/>
    <w:rsid w:val="004B7B8C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3A57"/>
    <w:rsid w:val="005543C3"/>
    <w:rsid w:val="00554FAA"/>
    <w:rsid w:val="005630B4"/>
    <w:rsid w:val="00563773"/>
    <w:rsid w:val="005650F2"/>
    <w:rsid w:val="005672CB"/>
    <w:rsid w:val="00576B90"/>
    <w:rsid w:val="0058155D"/>
    <w:rsid w:val="00582729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D77D6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6FE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1A73"/>
    <w:rsid w:val="00684B85"/>
    <w:rsid w:val="0068783F"/>
    <w:rsid w:val="00695B3B"/>
    <w:rsid w:val="00696E85"/>
    <w:rsid w:val="006A18C5"/>
    <w:rsid w:val="006D09A7"/>
    <w:rsid w:val="006E2823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830BE"/>
    <w:rsid w:val="007912B3"/>
    <w:rsid w:val="00793E40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3DAA"/>
    <w:rsid w:val="008C5F4A"/>
    <w:rsid w:val="008D1674"/>
    <w:rsid w:val="008E3990"/>
    <w:rsid w:val="008F272E"/>
    <w:rsid w:val="008F6B2B"/>
    <w:rsid w:val="00905C37"/>
    <w:rsid w:val="00906916"/>
    <w:rsid w:val="0092503D"/>
    <w:rsid w:val="0092514B"/>
    <w:rsid w:val="009264AA"/>
    <w:rsid w:val="00940446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444F"/>
    <w:rsid w:val="009F7033"/>
    <w:rsid w:val="00A011F0"/>
    <w:rsid w:val="00A03CE6"/>
    <w:rsid w:val="00A03E48"/>
    <w:rsid w:val="00A11F5A"/>
    <w:rsid w:val="00A158CB"/>
    <w:rsid w:val="00A24A07"/>
    <w:rsid w:val="00A33452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225A"/>
    <w:rsid w:val="00AF5AF6"/>
    <w:rsid w:val="00AF6179"/>
    <w:rsid w:val="00B13BB6"/>
    <w:rsid w:val="00B2565D"/>
    <w:rsid w:val="00B30727"/>
    <w:rsid w:val="00B33A35"/>
    <w:rsid w:val="00B358B3"/>
    <w:rsid w:val="00B441D7"/>
    <w:rsid w:val="00B54207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BF70B3"/>
    <w:rsid w:val="00C03ED1"/>
    <w:rsid w:val="00C14402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3F0D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2553F"/>
    <w:rsid w:val="00D321C9"/>
    <w:rsid w:val="00D353A2"/>
    <w:rsid w:val="00D37FC2"/>
    <w:rsid w:val="00D43DB0"/>
    <w:rsid w:val="00D45617"/>
    <w:rsid w:val="00D570C5"/>
    <w:rsid w:val="00D65E69"/>
    <w:rsid w:val="00D7572C"/>
    <w:rsid w:val="00D922CF"/>
    <w:rsid w:val="00D951B4"/>
    <w:rsid w:val="00DA32B3"/>
    <w:rsid w:val="00DA6734"/>
    <w:rsid w:val="00DB11A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97FEC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01D"/>
    <w:rsid w:val="00EE65A7"/>
    <w:rsid w:val="00EF48EC"/>
    <w:rsid w:val="00EF58B4"/>
    <w:rsid w:val="00EF6016"/>
    <w:rsid w:val="00F03131"/>
    <w:rsid w:val="00F05E03"/>
    <w:rsid w:val="00F101A4"/>
    <w:rsid w:val="00F2061A"/>
    <w:rsid w:val="00F21068"/>
    <w:rsid w:val="00F24DF4"/>
    <w:rsid w:val="00F30057"/>
    <w:rsid w:val="00F32162"/>
    <w:rsid w:val="00F34750"/>
    <w:rsid w:val="00F46114"/>
    <w:rsid w:val="00F47B3A"/>
    <w:rsid w:val="00F602C8"/>
    <w:rsid w:val="00F62595"/>
    <w:rsid w:val="00F7168A"/>
    <w:rsid w:val="00F71C13"/>
    <w:rsid w:val="00F77228"/>
    <w:rsid w:val="00F87CEC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unhideWhenUsed="0" w:qFormat="1"/>
    <w:lsdException w:name="heading 3" w:uiPriority="1" w:unhideWhenUsed="0" w:qFormat="1"/>
    <w:lsdException w:name="heading 4" w:uiPriority="1" w:unhideWhenUsed="0"/>
    <w:lsdException w:name="heading 5" w:uiPriority="1" w:unhideWhenUsed="0"/>
    <w:lsdException w:name="heading 6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footnote text" w:uiPriority="8"/>
    <w:lsdException w:name="caption" w:uiPriority="3"/>
    <w:lsdException w:name="endnote text" w:uiPriority="8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8"/>
    <w:lsdException w:name="Strong" w:semiHidden="0" w:unhideWhenUsed="0" w:qFormat="1"/>
    <w:lsdException w:name="Emphasis" w:semiHidden="0" w:uiPriority="4" w:unhideWhenUsed="0"/>
    <w:lsdException w:name="HTML Top of Form" w:uiPriority="0"/>
    <w:lsdException w:name="HTML Bottom of Form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 w:qFormat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E-mail-signatur">
    <w:name w:val="E-mail Signature"/>
    <w:basedOn w:val="Normal"/>
    <w:link w:val="E-mail-signaturTegn"/>
    <w:uiPriority w:val="99"/>
    <w:semiHidden/>
    <w:rsid w:val="00225534"/>
    <w:pPr>
      <w:spacing w:line="240" w:lineRule="auto"/>
    </w:pPr>
  </w:style>
  <w:style w:type="character" w:customStyle="1" w:styleId="E-mail-signaturTegn">
    <w:name w:val="E-mail-signatur Tegn"/>
    <w:basedOn w:val="Standardskrifttypeiafsnit"/>
    <w:link w:val="E-mail-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Hyper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markerings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markerings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markerings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Opstilling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Opstilling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Opstilling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Opstilling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Opstilling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markerings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markerings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markerings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Brev.dotx" TargetMode="External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CD26-6472-4F90-9239-FF3303C6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Brev.dotx</Template>
  <TotalTime>13</TotalTime>
  <Pages>1</Pages>
  <Words>303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Jensen, Mette Rask</dc:creator>
  <cp:lastModifiedBy>Pernille Karlog</cp:lastModifiedBy>
  <cp:revision>3</cp:revision>
  <cp:lastPrinted>2017-08-11T14:50:00Z</cp:lastPrinted>
  <dcterms:created xsi:type="dcterms:W3CDTF">2018-02-12T10:47:00Z</dcterms:created>
  <dcterms:modified xsi:type="dcterms:W3CDTF">2018-02-12T10:57:00Z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DocumentDate">
    <vt:lpwstr>42958</vt:lpwstr>
  </property>
  <property fmtid="{D5CDD505-2E9C-101B-9397-08002B2CF9AE}" pid="13" name="sdDocumentDateFormat">
    <vt:lpwstr>da-DK:'Den' d. MMMM yyyy</vt:lpwstr>
  </property>
  <property fmtid="{D5CDD505-2E9C-101B-9397-08002B2CF9AE}" pid="14" name="SD_DocumentLanguageString">
    <vt:lpwstr>Dansk</vt:lpwstr>
  </property>
  <property fmtid="{D5CDD505-2E9C-101B-9397-08002B2CF9AE}" pid="15" name="SD_CtlText_Usersettings_Userprofile">
    <vt:lpwstr>Mette Rask Jensen DK MST</vt:lpwstr>
  </property>
  <property fmtid="{D5CDD505-2E9C-101B-9397-08002B2CF9AE}" pid="16" name="SD_CtlText_Generelt_CaseNo">
    <vt:lpwstr/>
  </property>
  <property fmtid="{D5CDD505-2E9C-101B-9397-08002B2CF9AE}" pid="17" name="SD_UserprofileName">
    <vt:lpwstr>pernille</vt:lpwstr>
  </property>
  <property fmtid="{D5CDD505-2E9C-101B-9397-08002B2CF9AE}" pid="18" name="SD_Office_OFF_ID">
    <vt:lpwstr>114</vt:lpwstr>
  </property>
  <property fmtid="{D5CDD505-2E9C-101B-9397-08002B2CF9AE}" pid="19" name="CurrentOfficeID">
    <vt:lpwstr>114</vt:lpwstr>
  </property>
  <property fmtid="{D5CDD505-2E9C-101B-9397-08002B2CF9AE}" pid="20" name="SD_Office_OFF_Organisation">
    <vt:lpwstr>MST</vt:lpwstr>
  </property>
  <property fmtid="{D5CDD505-2E9C-101B-9397-08002B2CF9AE}" pid="21" name="SD_Office_OFF_ArtworkDefinition">
    <vt:lpwstr>MFVM</vt:lpwstr>
  </property>
  <property fmtid="{D5CDD505-2E9C-101B-9397-08002B2CF9AE}" pid="22" name="SD_Office_OFF_LogoFileName">
    <vt:lpwstr>MST</vt:lpwstr>
  </property>
  <property fmtid="{D5CDD505-2E9C-101B-9397-08002B2CF9AE}" pid="23" name="SD_Office_OFF_Institution">
    <vt:lpwstr>Miljøstyrelsen</vt:lpwstr>
  </property>
  <property fmtid="{D5CDD505-2E9C-101B-9397-08002B2CF9AE}" pid="24" name="SD_Office_OFF_Institution_EN">
    <vt:lpwstr>Environmental Protection Agency</vt:lpwstr>
  </property>
  <property fmtid="{D5CDD505-2E9C-101B-9397-08002B2CF9AE}" pid="25" name="SD_Office_OFF_kontor">
    <vt:lpwstr>Naturbeskyttelse</vt:lpwstr>
  </property>
  <property fmtid="{D5CDD505-2E9C-101B-9397-08002B2CF9AE}" pid="26" name="SD_Office_OFF_Department">
    <vt:lpwstr>Naturbeskyttelse</vt:lpwstr>
  </property>
  <property fmtid="{D5CDD505-2E9C-101B-9397-08002B2CF9AE}" pid="27" name="SD_Office_OFF_Department_EN">
    <vt:lpwstr>Nature Protection</vt:lpwstr>
  </property>
  <property fmtid="{D5CDD505-2E9C-101B-9397-08002B2CF9AE}" pid="28" name="SD_Office_OFF_Footertext">
    <vt:lpwstr/>
  </property>
  <property fmtid="{D5CDD505-2E9C-101B-9397-08002B2CF9AE}" pid="29" name="SD_Office_OFF_AddressA">
    <vt:lpwstr>Haraldsgade 53</vt:lpwstr>
  </property>
  <property fmtid="{D5CDD505-2E9C-101B-9397-08002B2CF9AE}" pid="30" name="SD_Office_OFF_AddressB">
    <vt:lpwstr/>
  </property>
  <property fmtid="{D5CDD505-2E9C-101B-9397-08002B2CF9AE}" pid="31" name="SD_Office_OFF_AddressC">
    <vt:lpwstr/>
  </property>
  <property fmtid="{D5CDD505-2E9C-101B-9397-08002B2CF9AE}" pid="32" name="SD_Office_OFF_AddressCollected">
    <vt:lpwstr>Haraldsgade 53</vt:lpwstr>
  </property>
  <property fmtid="{D5CDD505-2E9C-101B-9397-08002B2CF9AE}" pid="33" name="SD_Office_OFF_AddressD">
    <vt:lpwstr>2100</vt:lpwstr>
  </property>
  <property fmtid="{D5CDD505-2E9C-101B-9397-08002B2CF9AE}" pid="34" name="SD_Office_OFF_City">
    <vt:lpwstr>København Ø</vt:lpwstr>
  </property>
  <property fmtid="{D5CDD505-2E9C-101B-9397-08002B2CF9AE}" pid="35" name="SD_Office_OFF_City_EN">
    <vt:lpwstr>Copehagen Ø Denmark</vt:lpwstr>
  </property>
  <property fmtid="{D5CDD505-2E9C-101B-9397-08002B2CF9AE}" pid="36" name="SD_Office_OFF_Phone">
    <vt:lpwstr>72 54 40 00</vt:lpwstr>
  </property>
  <property fmtid="{D5CDD505-2E9C-101B-9397-08002B2CF9AE}" pid="37" name="SD_Office_OFF_Phone_EN">
    <vt:lpwstr>+45 72 54 40 00</vt:lpwstr>
  </property>
  <property fmtid="{D5CDD505-2E9C-101B-9397-08002B2CF9AE}" pid="38" name="SD_Office_OFF_Fax">
    <vt:lpwstr/>
  </property>
  <property fmtid="{D5CDD505-2E9C-101B-9397-08002B2CF9AE}" pid="39" name="SD_Office_OFF_Fax_EN">
    <vt:lpwstr/>
  </property>
  <property fmtid="{D5CDD505-2E9C-101B-9397-08002B2CF9AE}" pid="40" name="SD_Office_OFF_Email">
    <vt:lpwstr>mst@mst.dk</vt:lpwstr>
  </property>
  <property fmtid="{D5CDD505-2E9C-101B-9397-08002B2CF9AE}" pid="41" name="SD_Office_OFF_Web">
    <vt:lpwstr>www.mst.dk</vt:lpwstr>
  </property>
  <property fmtid="{D5CDD505-2E9C-101B-9397-08002B2CF9AE}" pid="42" name="SD_Office_OFF_CVR">
    <vt:lpwstr>25798376</vt:lpwstr>
  </property>
  <property fmtid="{D5CDD505-2E9C-101B-9397-08002B2CF9AE}" pid="43" name="SD_Office_OFF_EAN">
    <vt:lpwstr>5798000860810</vt:lpwstr>
  </property>
  <property fmtid="{D5CDD505-2E9C-101B-9397-08002B2CF9AE}" pid="44" name="SD_Office_OFF_EAN_EN">
    <vt:lpwstr>5798000860810</vt:lpwstr>
  </property>
  <property fmtid="{D5CDD505-2E9C-101B-9397-08002B2CF9AE}" pid="45" name="SD_Office_OFF_ColorTheme">
    <vt:lpwstr>MFVM - Miljøstyrelsen</vt:lpwstr>
  </property>
  <property fmtid="{D5CDD505-2E9C-101B-9397-08002B2CF9AE}" pid="46" name="USR_Name">
    <vt:lpwstr>Pernille Karlog</vt:lpwstr>
  </property>
  <property fmtid="{D5CDD505-2E9C-101B-9397-08002B2CF9AE}" pid="47" name="USR_Initials">
    <vt:lpwstr>PKA</vt:lpwstr>
  </property>
  <property fmtid="{D5CDD505-2E9C-101B-9397-08002B2CF9AE}" pid="48" name="USR_Title">
    <vt:lpwstr>specialkonsulent</vt:lpwstr>
  </property>
  <property fmtid="{D5CDD505-2E9C-101B-9397-08002B2CF9AE}" pid="49" name="USR_DirectPhone">
    <vt:lpwstr>+45 93 58 80 53</vt:lpwstr>
  </property>
  <property fmtid="{D5CDD505-2E9C-101B-9397-08002B2CF9AE}" pid="50" name="USR_Mobile">
    <vt:lpwstr> </vt:lpwstr>
  </property>
  <property fmtid="{D5CDD505-2E9C-101B-9397-08002B2CF9AE}" pid="51" name="USR_Email">
    <vt:lpwstr>pka@mst.dk</vt:lpwstr>
  </property>
  <property fmtid="{D5CDD505-2E9C-101B-9397-08002B2CF9AE}" pid="52" name="DocumentInfoFinished">
    <vt:lpwstr>True</vt:lpwstr>
  </property>
  <property fmtid="{D5CDD505-2E9C-101B-9397-08002B2CF9AE}" pid="53" name="SD_DocumentLanguage">
    <vt:lpwstr>da-DK</vt:lpwstr>
  </property>
  <property fmtid="{D5CDD505-2E9C-101B-9397-08002B2CF9AE}" pid="54" name="LastCompletedArtworkDefinition">
    <vt:lpwstr>MFVM</vt:lpwstr>
  </property>
</Properties>
</file>